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2E05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7481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8E8D4D" w14:textId="2AA5C0B5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B82468">
        <w:rPr>
          <w:rFonts w:ascii="Corbel" w:hAnsi="Corbel"/>
          <w:smallCaps/>
          <w:sz w:val="24"/>
          <w:szCs w:val="24"/>
        </w:rPr>
        <w:t>2022-2024</w:t>
      </w:r>
    </w:p>
    <w:p w14:paraId="1F99EC7C" w14:textId="5D50DC8F" w:rsidR="00445970" w:rsidRPr="00EA4832" w:rsidRDefault="00157F9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 w:rsidR="00B82468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B82468">
        <w:rPr>
          <w:rFonts w:ascii="Corbel" w:hAnsi="Corbel"/>
          <w:sz w:val="20"/>
          <w:szCs w:val="20"/>
        </w:rPr>
        <w:t>4</w:t>
      </w:r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660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66098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23E97E9B" w:rsidR="0085747A" w:rsidRPr="009C54AE" w:rsidRDefault="00720077" w:rsidP="007200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235A886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8246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4BC56D6B" w:rsidR="00015B8F" w:rsidRPr="009C54AE" w:rsidRDefault="007200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067E751D" w:rsidR="00015B8F" w:rsidRPr="009C54AE" w:rsidRDefault="00157F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5F837F" w14:textId="77777777" w:rsidR="00157F90" w:rsidRDefault="00157F9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42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8B6E4B9" w14:textId="64D28AE8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</w:t>
            </w:r>
            <w:r w:rsidR="00157F90">
              <w:rPr>
                <w:rFonts w:ascii="Corbel" w:hAnsi="Corbel"/>
                <w:b w:val="0"/>
                <w:smallCaps w:val="0"/>
                <w:szCs w:val="24"/>
              </w:rPr>
              <w:t>końcowej przyjmuje się wartość 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1E00EB48" w:rsidR="009026B1" w:rsidRPr="009C54AE" w:rsidRDefault="00720077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D62FBEC" w:rsidR="009026B1" w:rsidRPr="009C54AE" w:rsidRDefault="00157F90" w:rsidP="00157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9026B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3578A57D" w:rsidR="009026B1" w:rsidRPr="009C54AE" w:rsidRDefault="00720077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bookmarkStart w:id="0" w:name="_GoBack"/>
            <w:bookmarkEnd w:id="0"/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28F63844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57F9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42123FF4" w:rsidR="0085747A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5E36D6B0" w:rsid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Budzyński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 public relations : wizerunek, reputacja, tożsamość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  <w:p w14:paraId="4FB416D5" w14:textId="329582D8" w:rsidR="009026B1" w:rsidRP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: wiarygodny dialog z otoczeniem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 w:rsid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4586C5A4" w:rsidR="009026B1" w:rsidRPr="00157F90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</w:t>
            </w:r>
            <w:r w:rsidR="00157F90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 relations w sferze publicznej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wizerunek i komunikacja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M. </w:t>
            </w:r>
            <w:proofErr w:type="spellStart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Szadok-Bratuń</w:t>
            </w:r>
            <w:proofErr w:type="spellEnd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 Polska, Warszawa 2012.</w:t>
            </w:r>
          </w:p>
          <w:p w14:paraId="2469D099" w14:textId="334320D0" w:rsidR="009026B1" w:rsidRPr="009C54AE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Adamus-Matuszyńska, A. Austen, 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jednostce samorządu terytorialnego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="00157F90"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A6EDB" w14:textId="77777777" w:rsidR="00037F8D" w:rsidRDefault="00037F8D" w:rsidP="00C16ABF">
      <w:pPr>
        <w:spacing w:after="0" w:line="240" w:lineRule="auto"/>
      </w:pPr>
      <w:r>
        <w:separator/>
      </w:r>
    </w:p>
  </w:endnote>
  <w:endnote w:type="continuationSeparator" w:id="0">
    <w:p w14:paraId="76C40793" w14:textId="77777777" w:rsidR="00037F8D" w:rsidRDefault="00037F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31CD3" w14:textId="77777777" w:rsidR="00037F8D" w:rsidRDefault="00037F8D" w:rsidP="00C16ABF">
      <w:pPr>
        <w:spacing w:after="0" w:line="240" w:lineRule="auto"/>
      </w:pPr>
      <w:r>
        <w:separator/>
      </w:r>
    </w:p>
  </w:footnote>
  <w:footnote w:type="continuationSeparator" w:id="0">
    <w:p w14:paraId="351D6556" w14:textId="77777777" w:rsidR="00037F8D" w:rsidRDefault="00037F8D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F8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F90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F1C"/>
    <w:rsid w:val="0056696D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07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46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66DF"/>
    <w:rsid w:val="00C824F0"/>
    <w:rsid w:val="00C840A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AC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99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99DBDF-77D5-48D1-8D81-57038CAD249E}"/>
</file>

<file path=customXml/itemProps4.xml><?xml version="1.0" encoding="utf-8"?>
<ds:datastoreItem xmlns:ds="http://schemas.openxmlformats.org/officeDocument/2006/customXml" ds:itemID="{6D37465D-52EE-45C0-8300-EC3712C1D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2020-12-02T09:05:00Z</dcterms:created>
  <dcterms:modified xsi:type="dcterms:W3CDTF">2022-05-31T09:05:00Z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